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867DE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5D43E864" wp14:editId="11372FC7">
            <wp:simplePos x="5219700" y="1276350"/>
            <wp:positionH relativeFrom="margin">
              <wp:align>right</wp:align>
            </wp:positionH>
            <wp:positionV relativeFrom="margin">
              <wp:align>top</wp:align>
            </wp:positionV>
            <wp:extent cx="1533525" cy="63817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93" b="29193"/>
                    <a:stretch/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Default="006735D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4452CA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605ED6" w:rsidRPr="00F834DE" w:rsidRDefault="00605ED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B8551E">
        <w:rPr>
          <w:rFonts w:ascii="Arial Narrow" w:hAnsi="Arial Narrow"/>
          <w:sz w:val="22"/>
          <w:lang w:val="de-DE"/>
        </w:rPr>
        <w:t>28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</w:t>
      </w:r>
      <w:r w:rsidR="003F1A13">
        <w:rPr>
          <w:rFonts w:ascii="Arial Narrow" w:hAnsi="Arial Narrow"/>
          <w:sz w:val="22"/>
          <w:lang w:val="de-DE"/>
        </w:rPr>
        <w:t>6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</w:t>
      </w:r>
      <w:r w:rsidR="00B33037">
        <w:rPr>
          <w:rFonts w:ascii="Arial Narrow" w:hAnsi="Arial Narrow"/>
          <w:b/>
          <w:sz w:val="26"/>
          <w:lang w:val="de-DE"/>
        </w:rPr>
        <w:t>:</w:t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180C7C">
        <w:rPr>
          <w:rFonts w:ascii="Arial Narrow" w:hAnsi="Arial Narrow"/>
          <w:b/>
          <w:sz w:val="26"/>
          <w:lang w:val="de-DE"/>
        </w:rPr>
        <w:t>/ Wer / Bis wann?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706B7" w:rsidRDefault="000706B7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Protokoll letztes mal</w:t>
      </w:r>
    </w:p>
    <w:p w:rsidR="002F47E0" w:rsidRDefault="002F47E0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Schmierpapier für Agenden</w:t>
      </w:r>
    </w:p>
    <w:p w:rsidR="001C70B8" w:rsidRDefault="001C70B8" w:rsidP="001C70B8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Schlüssel</w:t>
      </w:r>
    </w:p>
    <w:p w:rsidR="001C70B8" w:rsidRPr="001C70B8" w:rsidRDefault="001C70B8" w:rsidP="001C70B8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Kühlschränke</w:t>
      </w:r>
    </w:p>
    <w:p w:rsidR="002F47E0" w:rsidRDefault="002F47E0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Informationen für Verleih</w:t>
      </w:r>
    </w:p>
    <w:p w:rsidR="003217C2" w:rsidRDefault="003217C2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Dokument Amtsübergabe</w:t>
      </w:r>
    </w:p>
    <w:p w:rsidR="00964B09" w:rsidRPr="00964B09" w:rsidRDefault="003217C2" w:rsidP="00964B09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Kautionsliste auf Server</w:t>
      </w:r>
    </w:p>
    <w:p w:rsidR="003217C2" w:rsidRDefault="003217C2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Status HSB</w:t>
      </w:r>
      <w:r w:rsidR="005739C3">
        <w:rPr>
          <w:rFonts w:ascii="Arial Narrow" w:eastAsia="Arial Narrow" w:hAnsi="Arial Narrow" w:cs="Arial Narrow"/>
        </w:rPr>
        <w:t>/</w:t>
      </w:r>
      <w:proofErr w:type="spellStart"/>
      <w:r w:rsidR="005739C3">
        <w:rPr>
          <w:rFonts w:ascii="Arial Narrow" w:eastAsia="Arial Narrow" w:hAnsi="Arial Narrow" w:cs="Arial Narrow"/>
        </w:rPr>
        <w:t>Erstiparty</w:t>
      </w:r>
      <w:proofErr w:type="spellEnd"/>
      <w:r>
        <w:rPr>
          <w:rFonts w:ascii="Arial Narrow" w:eastAsia="Arial Narrow" w:hAnsi="Arial Narrow" w:cs="Arial Narrow"/>
        </w:rPr>
        <w:t xml:space="preserve"> Dokumente</w:t>
      </w:r>
    </w:p>
    <w:p w:rsidR="00263BBA" w:rsidRDefault="00263BBA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Schulung Vorschlag</w:t>
      </w:r>
    </w:p>
    <w:p w:rsidR="00B8551E" w:rsidRDefault="00B8551E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AStA-Shirts</w:t>
      </w:r>
    </w:p>
    <w:p w:rsidR="00B8551E" w:rsidRDefault="00B8551E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Zweck des Büros</w:t>
      </w:r>
    </w:p>
    <w:p w:rsidR="00EE651A" w:rsidRDefault="00EE651A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Zumba</w:t>
      </w:r>
    </w:p>
    <w:p w:rsidR="00BD5DAD" w:rsidRDefault="00BD5DAD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Alte </w:t>
      </w:r>
      <w:proofErr w:type="spellStart"/>
      <w:r>
        <w:rPr>
          <w:rFonts w:ascii="Arial Narrow" w:eastAsia="Arial Narrow" w:hAnsi="Arial Narrow" w:cs="Arial Narrow"/>
        </w:rPr>
        <w:t>Cafete</w:t>
      </w:r>
      <w:proofErr w:type="spellEnd"/>
    </w:p>
    <w:p w:rsidR="001C70B8" w:rsidRDefault="001C70B8" w:rsidP="001C70B8">
      <w:pPr>
        <w:numPr>
          <w:ilvl w:val="1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Boden</w:t>
      </w:r>
    </w:p>
    <w:p w:rsidR="002C1186" w:rsidRDefault="002C1186" w:rsidP="002C118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Anker 6 Port Ersatz :Amazon 30,-€</w:t>
      </w:r>
    </w:p>
    <w:p w:rsidR="008E1B9B" w:rsidRDefault="008E1B9B" w:rsidP="002C118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Bierbank </w:t>
      </w:r>
      <w:r w:rsidR="00D65FC4">
        <w:rPr>
          <w:rFonts w:ascii="Arial Narrow" w:eastAsia="Arial Narrow" w:hAnsi="Arial Narrow" w:cs="Arial Narrow"/>
        </w:rPr>
        <w:t>Garnitur</w:t>
      </w:r>
    </w:p>
    <w:p w:rsidR="00D65FC4" w:rsidRDefault="00D65FC4" w:rsidP="002C118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AStA-Ausflug</w:t>
      </w:r>
    </w:p>
    <w:p w:rsidR="003217C2" w:rsidRPr="003217C2" w:rsidRDefault="000867DE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Sonst</w:t>
      </w:r>
      <w:r w:rsidR="00F3515F">
        <w:rPr>
          <w:rFonts w:ascii="Arial Narrow" w:eastAsia="Arial Narrow" w:hAnsi="Arial Narrow" w:cs="Arial Narrow"/>
        </w:rPr>
        <w:t>iges</w:t>
      </w:r>
    </w:p>
    <w:sectPr w:rsidR="003217C2" w:rsidRPr="003217C2" w:rsidSect="000867DE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1134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3D" w:rsidRDefault="0035163D">
      <w:pPr>
        <w:spacing w:line="20" w:lineRule="exact"/>
      </w:pPr>
    </w:p>
  </w:endnote>
  <w:endnote w:type="continuationSeparator" w:id="0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5163D" w:rsidRDefault="0035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Pr="00CF0EE6" w:rsidRDefault="000867DE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</w:t>
    </w:r>
    <w:r w:rsidR="000973A0" w:rsidRPr="00CF0EE6">
      <w:rPr>
        <w:rFonts w:ascii="Arial Narrow" w:hAnsi="Arial Narrow"/>
        <w:sz w:val="20"/>
        <w:lang w:val="de-DE"/>
      </w:rPr>
      <w:t xml:space="preserve">itzung des </w:t>
    </w:r>
    <w:r w:rsidR="000973A0">
      <w:rPr>
        <w:rFonts w:ascii="Arial Narrow" w:hAnsi="Arial Narrow"/>
        <w:sz w:val="20"/>
        <w:lang w:val="de-DE"/>
      </w:rPr>
      <w:t>AStA</w:t>
    </w:r>
    <w:r w:rsidR="000973A0"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="000973A0" w:rsidRPr="00CF0EE6">
      <w:rPr>
        <w:rFonts w:ascii="Arial Narrow" w:hAnsi="Arial Narrow"/>
        <w:sz w:val="20"/>
        <w:lang w:val="de-DE"/>
      </w:rPr>
      <w:tab/>
      <w:t xml:space="preserve">Seite </w:t>
    </w:r>
    <w:r w:rsidR="000973A0" w:rsidRPr="00CF0EE6">
      <w:rPr>
        <w:rFonts w:ascii="Arial Narrow" w:hAnsi="Arial Narrow"/>
        <w:sz w:val="20"/>
        <w:lang w:val="de-DE"/>
      </w:rPr>
      <w:fldChar w:fldCharType="begin"/>
    </w:r>
    <w:r w:rsidR="000973A0" w:rsidRPr="00CF0EE6">
      <w:rPr>
        <w:rFonts w:ascii="Arial Narrow" w:hAnsi="Arial Narrow"/>
        <w:sz w:val="20"/>
        <w:lang w:val="de-DE"/>
      </w:rPr>
      <w:instrText>PAGE \* ARABIC</w:instrText>
    </w:r>
    <w:r w:rsidR="000973A0" w:rsidRPr="00CF0EE6">
      <w:rPr>
        <w:rFonts w:ascii="Arial Narrow" w:hAnsi="Arial Narrow"/>
        <w:sz w:val="20"/>
        <w:lang w:val="de-DE"/>
      </w:rPr>
      <w:fldChar w:fldCharType="separate"/>
    </w:r>
    <w:r w:rsidR="00605ED6">
      <w:rPr>
        <w:rFonts w:ascii="Arial Narrow" w:hAnsi="Arial Narrow"/>
        <w:noProof/>
        <w:sz w:val="20"/>
        <w:lang w:val="de-DE"/>
      </w:rPr>
      <w:t>2</w:t>
    </w:r>
    <w:r w:rsidR="000973A0"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06B7"/>
    <w:rsid w:val="00073170"/>
    <w:rsid w:val="000755CE"/>
    <w:rsid w:val="000867D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80C7C"/>
    <w:rsid w:val="00190913"/>
    <w:rsid w:val="001A44B0"/>
    <w:rsid w:val="001B4B66"/>
    <w:rsid w:val="001C25E2"/>
    <w:rsid w:val="001C4F50"/>
    <w:rsid w:val="001C70B8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51338"/>
    <w:rsid w:val="00263BBA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C1186"/>
    <w:rsid w:val="002D090B"/>
    <w:rsid w:val="002E7327"/>
    <w:rsid w:val="002F47E0"/>
    <w:rsid w:val="00304150"/>
    <w:rsid w:val="003104D8"/>
    <w:rsid w:val="00310FD9"/>
    <w:rsid w:val="00312F4D"/>
    <w:rsid w:val="00320EE1"/>
    <w:rsid w:val="003217C2"/>
    <w:rsid w:val="00321976"/>
    <w:rsid w:val="003339C0"/>
    <w:rsid w:val="0034237A"/>
    <w:rsid w:val="00350820"/>
    <w:rsid w:val="0035163D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3F1A13"/>
    <w:rsid w:val="00400FFA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452CA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C466E"/>
    <w:rsid w:val="004D1F62"/>
    <w:rsid w:val="004D70BF"/>
    <w:rsid w:val="004F5365"/>
    <w:rsid w:val="00501683"/>
    <w:rsid w:val="00501BD9"/>
    <w:rsid w:val="005020BE"/>
    <w:rsid w:val="00505FEC"/>
    <w:rsid w:val="00510152"/>
    <w:rsid w:val="005307C9"/>
    <w:rsid w:val="00531881"/>
    <w:rsid w:val="00543129"/>
    <w:rsid w:val="005454D0"/>
    <w:rsid w:val="00554178"/>
    <w:rsid w:val="00564954"/>
    <w:rsid w:val="005739C3"/>
    <w:rsid w:val="00577F83"/>
    <w:rsid w:val="00584798"/>
    <w:rsid w:val="005973BD"/>
    <w:rsid w:val="005A5C7C"/>
    <w:rsid w:val="005B1C22"/>
    <w:rsid w:val="005B4038"/>
    <w:rsid w:val="005C5AC9"/>
    <w:rsid w:val="005F45A2"/>
    <w:rsid w:val="00602994"/>
    <w:rsid w:val="00605ED6"/>
    <w:rsid w:val="00606F9B"/>
    <w:rsid w:val="006204D1"/>
    <w:rsid w:val="00663106"/>
    <w:rsid w:val="00670FC5"/>
    <w:rsid w:val="006735D7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C7D1B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50B26"/>
    <w:rsid w:val="00752B12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635D"/>
    <w:rsid w:val="007D7C7C"/>
    <w:rsid w:val="007E031D"/>
    <w:rsid w:val="007E0870"/>
    <w:rsid w:val="007E39D5"/>
    <w:rsid w:val="007F047A"/>
    <w:rsid w:val="007F3CA7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353D2"/>
    <w:rsid w:val="00843F45"/>
    <w:rsid w:val="00844D2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543"/>
    <w:rsid w:val="008D16EC"/>
    <w:rsid w:val="008D2BDB"/>
    <w:rsid w:val="008E0B95"/>
    <w:rsid w:val="008E1B9B"/>
    <w:rsid w:val="008E4B14"/>
    <w:rsid w:val="008F7364"/>
    <w:rsid w:val="009245A2"/>
    <w:rsid w:val="00927544"/>
    <w:rsid w:val="009301A0"/>
    <w:rsid w:val="00937828"/>
    <w:rsid w:val="0094004D"/>
    <w:rsid w:val="00941F10"/>
    <w:rsid w:val="0094637B"/>
    <w:rsid w:val="00950959"/>
    <w:rsid w:val="00955CDC"/>
    <w:rsid w:val="00964B09"/>
    <w:rsid w:val="00965A65"/>
    <w:rsid w:val="00967E13"/>
    <w:rsid w:val="009744BB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2CCA"/>
    <w:rsid w:val="009B7B2F"/>
    <w:rsid w:val="009C1107"/>
    <w:rsid w:val="009C14DB"/>
    <w:rsid w:val="009C4F14"/>
    <w:rsid w:val="009D3E73"/>
    <w:rsid w:val="009E6CE4"/>
    <w:rsid w:val="009F4F2E"/>
    <w:rsid w:val="009F6105"/>
    <w:rsid w:val="00A05515"/>
    <w:rsid w:val="00A216C4"/>
    <w:rsid w:val="00A448D9"/>
    <w:rsid w:val="00A44D35"/>
    <w:rsid w:val="00A535A2"/>
    <w:rsid w:val="00A778C5"/>
    <w:rsid w:val="00A803C7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025D0"/>
    <w:rsid w:val="00B25462"/>
    <w:rsid w:val="00B262CA"/>
    <w:rsid w:val="00B27971"/>
    <w:rsid w:val="00B31937"/>
    <w:rsid w:val="00B33037"/>
    <w:rsid w:val="00B36DED"/>
    <w:rsid w:val="00B50673"/>
    <w:rsid w:val="00B51224"/>
    <w:rsid w:val="00B52B7B"/>
    <w:rsid w:val="00B605F1"/>
    <w:rsid w:val="00B667CF"/>
    <w:rsid w:val="00B751FE"/>
    <w:rsid w:val="00B83D82"/>
    <w:rsid w:val="00B8551E"/>
    <w:rsid w:val="00B95E0A"/>
    <w:rsid w:val="00BA10A5"/>
    <w:rsid w:val="00BA737A"/>
    <w:rsid w:val="00BB1EF6"/>
    <w:rsid w:val="00BB416B"/>
    <w:rsid w:val="00BC622C"/>
    <w:rsid w:val="00BC6DF3"/>
    <w:rsid w:val="00BD4E8B"/>
    <w:rsid w:val="00BD5DAD"/>
    <w:rsid w:val="00BE1515"/>
    <w:rsid w:val="00BF0BB0"/>
    <w:rsid w:val="00BF4BF9"/>
    <w:rsid w:val="00C0413F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0925"/>
    <w:rsid w:val="00C75A2F"/>
    <w:rsid w:val="00C75D71"/>
    <w:rsid w:val="00C772CC"/>
    <w:rsid w:val="00C82C9C"/>
    <w:rsid w:val="00CA4849"/>
    <w:rsid w:val="00CA5DF7"/>
    <w:rsid w:val="00CB5BD5"/>
    <w:rsid w:val="00CB6372"/>
    <w:rsid w:val="00CD31E7"/>
    <w:rsid w:val="00CD7327"/>
    <w:rsid w:val="00CE73AB"/>
    <w:rsid w:val="00CE7E97"/>
    <w:rsid w:val="00CF0EE6"/>
    <w:rsid w:val="00CF385F"/>
    <w:rsid w:val="00CF4276"/>
    <w:rsid w:val="00D24AA6"/>
    <w:rsid w:val="00D47822"/>
    <w:rsid w:val="00D523B8"/>
    <w:rsid w:val="00D55BFE"/>
    <w:rsid w:val="00D6080D"/>
    <w:rsid w:val="00D62D7D"/>
    <w:rsid w:val="00D65FC4"/>
    <w:rsid w:val="00D71333"/>
    <w:rsid w:val="00D803B9"/>
    <w:rsid w:val="00D84733"/>
    <w:rsid w:val="00D94C60"/>
    <w:rsid w:val="00DA478B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4776A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EE651A"/>
    <w:rsid w:val="00F067DF"/>
    <w:rsid w:val="00F120F9"/>
    <w:rsid w:val="00F13563"/>
    <w:rsid w:val="00F15EEB"/>
    <w:rsid w:val="00F27098"/>
    <w:rsid w:val="00F3515F"/>
    <w:rsid w:val="00F60291"/>
    <w:rsid w:val="00F63E65"/>
    <w:rsid w:val="00F834DE"/>
    <w:rsid w:val="00F901A2"/>
    <w:rsid w:val="00F9390D"/>
    <w:rsid w:val="00FA0DA7"/>
    <w:rsid w:val="00FA5486"/>
    <w:rsid w:val="00FA59A9"/>
    <w:rsid w:val="00FD2F2E"/>
    <w:rsid w:val="00FD6824"/>
    <w:rsid w:val="00FE1E08"/>
    <w:rsid w:val="00FE2D82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83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Hahn</cp:lastModifiedBy>
  <cp:revision>114</cp:revision>
  <cp:lastPrinted>2016-06-28T10:57:00Z</cp:lastPrinted>
  <dcterms:created xsi:type="dcterms:W3CDTF">2016-04-13T09:50:00Z</dcterms:created>
  <dcterms:modified xsi:type="dcterms:W3CDTF">2016-06-28T13:22:00Z</dcterms:modified>
</cp:coreProperties>
</file>